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F5" w:rsidRPr="00F74457" w:rsidRDefault="00BC0EF5" w:rsidP="0060175B">
      <w:pPr>
        <w:jc w:val="center"/>
        <w:rPr>
          <w:b/>
          <w:sz w:val="32"/>
          <w:szCs w:val="32"/>
          <w:u w:val="single"/>
        </w:rPr>
      </w:pPr>
      <w:r w:rsidRPr="00F74457">
        <w:rPr>
          <w:b/>
          <w:sz w:val="40"/>
          <w:szCs w:val="40"/>
          <w:u w:val="single"/>
        </w:rPr>
        <w:t xml:space="preserve"> Science Reflection</w:t>
      </w:r>
      <w:r w:rsidRPr="00F74457">
        <w:rPr>
          <w:b/>
          <w:sz w:val="32"/>
          <w:szCs w:val="32"/>
          <w:u w:val="single"/>
        </w:rPr>
        <w:t xml:space="preserve"> </w:t>
      </w:r>
    </w:p>
    <w:p w:rsidR="00BC0EF5" w:rsidRDefault="00BC0EF5" w:rsidP="0060175B">
      <w:pPr>
        <w:jc w:val="center"/>
        <w:rPr>
          <w:b/>
          <w:sz w:val="32"/>
          <w:szCs w:val="32"/>
          <w:u w:val="single"/>
        </w:rPr>
      </w:pPr>
    </w:p>
    <w:p w:rsidR="00BC0EF5" w:rsidRDefault="00BC0EF5" w:rsidP="0060175B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I really enjoyed creating my science project on biomes. I liked this project because it was cool to learn about other types of places in the world. I also had an amazing partner. My partner was Alyssa and she is one of my best friends. This project interests me because I am interested in animals and for this project we had to write about some animals in our biome. My biome was the </w:t>
      </w:r>
      <w:smartTag w:uri="urn:schemas-microsoft-com:office:smarttags" w:element="place">
        <w:smartTag w:uri="urn:schemas-microsoft-com:office:smarttags" w:element="PlaceName">
          <w:r>
            <w:rPr>
              <w:sz w:val="32"/>
              <w:szCs w:val="32"/>
            </w:rPr>
            <w:t>Deciduous</w:t>
          </w:r>
        </w:smartTag>
        <w:r>
          <w:rPr>
            <w:sz w:val="32"/>
            <w:szCs w:val="32"/>
          </w:rPr>
          <w:t xml:space="preserve"> </w:t>
        </w:r>
        <w:smartTag w:uri="urn:schemas-microsoft-com:office:smarttags" w:element="PlaceType">
          <w:r>
            <w:rPr>
              <w:sz w:val="32"/>
              <w:szCs w:val="32"/>
            </w:rPr>
            <w:t>Forest</w:t>
          </w:r>
        </w:smartTag>
      </w:smartTag>
      <w:r>
        <w:rPr>
          <w:sz w:val="32"/>
          <w:szCs w:val="32"/>
        </w:rPr>
        <w:t xml:space="preserve">. I learned that this biome has animals such as </w:t>
      </w:r>
      <w:bookmarkStart w:id="0" w:name="_GoBack"/>
      <w:bookmarkEnd w:id="0"/>
      <w:r>
        <w:rPr>
          <w:sz w:val="32"/>
          <w:szCs w:val="32"/>
        </w:rPr>
        <w:t xml:space="preserve">raccoons, red foxes, white tailed deer, and many others. We also had to write about the plants and if this place was a good area to vacation in. I was also able to state my opinion of whether I liked this place or not and got to explain why. </w:t>
      </w:r>
    </w:p>
    <w:p w:rsidR="00BC0EF5" w:rsidRPr="0060175B" w:rsidRDefault="00BC0EF5" w:rsidP="0060175B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I can use the information that I learned from this project if I ever go on vacation in this area. I will know what types of animals I will have to watch out for. I will also be aware of the weather and temperature in this area. </w:t>
      </w:r>
    </w:p>
    <w:sectPr w:rsidR="00BC0EF5" w:rsidRPr="0060175B" w:rsidSect="008A2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175B"/>
    <w:rsid w:val="00515C95"/>
    <w:rsid w:val="00557752"/>
    <w:rsid w:val="0060175B"/>
    <w:rsid w:val="006A59E3"/>
    <w:rsid w:val="006E3EF9"/>
    <w:rsid w:val="008A211E"/>
    <w:rsid w:val="00BC0EF5"/>
    <w:rsid w:val="00EE41A5"/>
    <w:rsid w:val="00F7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1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140</Words>
  <Characters>804</Characters>
  <Application>Microsoft Office Outlook</Application>
  <DocSecurity>0</DocSecurity>
  <Lines>0</Lines>
  <Paragraphs>0</Paragraphs>
  <ScaleCrop>false</ScaleCrop>
  <Company>Franklin Township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Ward</dc:creator>
  <cp:keywords/>
  <dc:description/>
  <cp:lastModifiedBy>mward</cp:lastModifiedBy>
  <cp:revision>4</cp:revision>
  <dcterms:created xsi:type="dcterms:W3CDTF">2012-05-02T18:20:00Z</dcterms:created>
  <dcterms:modified xsi:type="dcterms:W3CDTF">2012-05-03T18:07:00Z</dcterms:modified>
</cp:coreProperties>
</file>